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C0D" w:rsidRPr="00420C0D" w:rsidRDefault="00420C0D" w:rsidP="00420C0D">
      <w:pPr>
        <w:rPr>
          <w:b/>
        </w:rPr>
      </w:pPr>
      <w:r w:rsidRPr="00420C0D">
        <w:rPr>
          <w:b/>
        </w:rPr>
        <w:t>CHARITIES REGULATOR IMPOSES INTERMEDIATE SANCTIONS ON ANIMAL HEAVEN ANIMAL RESCUE (AHAR) RCN:  20082383</w:t>
      </w:r>
    </w:p>
    <w:p w:rsidR="00420C0D" w:rsidRDefault="00420C0D" w:rsidP="00420C0D"/>
    <w:p w:rsidR="00420C0D" w:rsidRDefault="00420C0D" w:rsidP="00420C0D">
      <w:r>
        <w:t>The Charities Regulator has issued the Kerry based Charity, Animal Heaven Animal Rescue (AHAR) with a notice pursuant to Section 73 of the Charities Act, 2009.</w:t>
      </w:r>
    </w:p>
    <w:p w:rsidR="00420C0D" w:rsidRDefault="00420C0D" w:rsidP="00420C0D">
      <w:r>
        <w:t>The notice follows an assessment of the organisation by the Regulator’s Compliance Unit which found the charity is not in compliance with their legal requirements in respect to Section 47 of the Charities Act 2009 - 'Duty to keep proper books of account'.</w:t>
      </w:r>
    </w:p>
    <w:p w:rsidR="00420C0D" w:rsidRDefault="00420C0D" w:rsidP="00420C0D">
      <w:r>
        <w:t>The notice, which was accepted by the organisation on the 16th January 2017, requires AHAR to:</w:t>
      </w:r>
    </w:p>
    <w:p w:rsidR="00420C0D" w:rsidRDefault="00420C0D" w:rsidP="00420C0D">
      <w:pPr>
        <w:pStyle w:val="ListParagraph"/>
        <w:numPr>
          <w:ilvl w:val="0"/>
          <w:numId w:val="2"/>
        </w:numPr>
      </w:pPr>
      <w:r>
        <w:t>Assign the responsibility of keeping proper books of account to a person(s) with the appropriate skills and experience.</w:t>
      </w:r>
    </w:p>
    <w:p w:rsidR="00420C0D" w:rsidRDefault="00420C0D" w:rsidP="00420C0D">
      <w:pPr>
        <w:pStyle w:val="ListParagraph"/>
        <w:numPr>
          <w:ilvl w:val="0"/>
          <w:numId w:val="2"/>
        </w:numPr>
      </w:pPr>
      <w:r>
        <w:t>Introduce periodic financial reporting setting out the income and expenditure (including the nature of that income and expenditure) and the assets and liabilities of the charity.</w:t>
      </w:r>
    </w:p>
    <w:p w:rsidR="00420C0D" w:rsidRDefault="00420C0D" w:rsidP="00420C0D">
      <w:pPr>
        <w:pStyle w:val="ListParagraph"/>
        <w:numPr>
          <w:ilvl w:val="0"/>
          <w:numId w:val="2"/>
        </w:numPr>
      </w:pPr>
      <w:r>
        <w:t xml:space="preserve">Ensure all financial reports are scrutinised by the charity trustees under a standing agenda item – ‘financial status of the charity’ during regular management committee meetings. </w:t>
      </w:r>
    </w:p>
    <w:p w:rsidR="00420C0D" w:rsidRDefault="00420C0D" w:rsidP="00420C0D">
      <w:r>
        <w:t xml:space="preserve">If the organisation fails to rectify their non-compliance, then proceedings for the offence may be brought against </w:t>
      </w:r>
      <w:bookmarkStart w:id="0" w:name="_GoBack"/>
      <w:bookmarkEnd w:id="0"/>
      <w:r w:rsidR="00E379D6">
        <w:t>Trustees and</w:t>
      </w:r>
      <w:r w:rsidR="00016ADB">
        <w:t xml:space="preserve"> against </w:t>
      </w:r>
      <w:r>
        <w:t>the organisation and they could be temporarily removed from the Register of Charities.</w:t>
      </w:r>
    </w:p>
    <w:p w:rsidR="00420C0D" w:rsidRDefault="00420C0D" w:rsidP="00420C0D">
      <w:r>
        <w:t xml:space="preserve">Speaking on the matter, John </w:t>
      </w:r>
      <w:proofErr w:type="spellStart"/>
      <w:r>
        <w:t>Farrelly</w:t>
      </w:r>
      <w:proofErr w:type="spellEnd"/>
      <w:r>
        <w:t>, CEO of the Charities Regulator, said:</w:t>
      </w:r>
    </w:p>
    <w:p w:rsidR="00420C0D" w:rsidRDefault="00420C0D" w:rsidP="00420C0D">
      <w:r>
        <w:t xml:space="preserve">“Concerns were raised with my office, in relation to Animal Heaven Animal Rescue (AHAR) and following our initial assessment, we sought information from the charity regarding their compliance with the Charities Acts. </w:t>
      </w:r>
    </w:p>
    <w:p w:rsidR="00420C0D" w:rsidRDefault="00420C0D" w:rsidP="00420C0D">
      <w:r>
        <w:t>“Following this, two members of the Charities Regulator’s Compliance Unit conducted a site visit, to inspect the charity's financial books and records and to hold interviews with the Charity Trustees and the charity’s manager.</w:t>
      </w:r>
    </w:p>
    <w:p w:rsidR="00420C0D" w:rsidRDefault="00420C0D" w:rsidP="00420C0D">
      <w:r>
        <w:t>“During this process we identified a number of issues regarding the governance and financial management of the charity. Specifically, the failure of the charity to mai</w:t>
      </w:r>
      <w:r w:rsidR="001B3177">
        <w:t>ntain proper books of account. We formed the view that t</w:t>
      </w:r>
      <w:r>
        <w:t>his is an offence under the Charities Act, 2009.</w:t>
      </w:r>
      <w:r w:rsidR="00016ADB" w:rsidRPr="00016ADB">
        <w:rPr>
          <w:rFonts w:ascii="Arial" w:hAnsi="Arial" w:cs="Arial"/>
          <w:color w:val="000000"/>
          <w:sz w:val="20"/>
          <w:szCs w:val="20"/>
        </w:rPr>
        <w:t xml:space="preserve"> </w:t>
      </w:r>
      <w:r w:rsidR="00016ADB" w:rsidRPr="00016ADB">
        <w:t>The Charity Trustees co-operated with the Compliance Unit and have also agreed with this assessment</w:t>
      </w:r>
      <w:r w:rsidR="00016ADB">
        <w:t>.</w:t>
      </w:r>
    </w:p>
    <w:p w:rsidR="00420C0D" w:rsidRDefault="00420C0D" w:rsidP="00420C0D">
      <w:r>
        <w:t xml:space="preserve">“This is why we now require the Charity Trustees to take immediate steps to ensure that proper books of account are maintained and that procedures are introduced, which will facilitate them in providing the relevant scrutiny and oversight of the charity's financial management. </w:t>
      </w:r>
    </w:p>
    <w:p w:rsidR="00420C0D" w:rsidRDefault="00420C0D" w:rsidP="00420C0D">
      <w:r>
        <w:lastRenderedPageBreak/>
        <w:t>“Failure to comply with this order will result the Charities Regulator bringing a prosecution against AHAR and</w:t>
      </w:r>
      <w:r w:rsidR="00016ADB">
        <w:t xml:space="preserve"> may take steps to</w:t>
      </w:r>
      <w:r>
        <w:t xml:space="preserve"> temporarily removing them from the Register of Charities, until such a time that we are satisfied that they meet their legal requirements.” </w:t>
      </w:r>
    </w:p>
    <w:p w:rsidR="00E51FE5" w:rsidRPr="00420C0D" w:rsidRDefault="00E51FE5" w:rsidP="00420C0D"/>
    <w:sectPr w:rsidR="00E51FE5" w:rsidRPr="00420C0D" w:rsidSect="00807A0F">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8738E5"/>
    <w:multiLevelType w:val="hybridMultilevel"/>
    <w:tmpl w:val="D70C8B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3DD604A4"/>
    <w:multiLevelType w:val="hybridMultilevel"/>
    <w:tmpl w:val="64DEEE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FE5"/>
    <w:rsid w:val="00002FA2"/>
    <w:rsid w:val="000038D7"/>
    <w:rsid w:val="00004622"/>
    <w:rsid w:val="0000554B"/>
    <w:rsid w:val="000058DC"/>
    <w:rsid w:val="000070CA"/>
    <w:rsid w:val="000130C0"/>
    <w:rsid w:val="00013903"/>
    <w:rsid w:val="00014334"/>
    <w:rsid w:val="000143C0"/>
    <w:rsid w:val="00015322"/>
    <w:rsid w:val="000166CB"/>
    <w:rsid w:val="00016ADB"/>
    <w:rsid w:val="00023B01"/>
    <w:rsid w:val="000249B8"/>
    <w:rsid w:val="00024D24"/>
    <w:rsid w:val="00025582"/>
    <w:rsid w:val="00033B7A"/>
    <w:rsid w:val="00034334"/>
    <w:rsid w:val="00034ADB"/>
    <w:rsid w:val="00035376"/>
    <w:rsid w:val="0003542E"/>
    <w:rsid w:val="00041787"/>
    <w:rsid w:val="0004248E"/>
    <w:rsid w:val="00045A13"/>
    <w:rsid w:val="00050566"/>
    <w:rsid w:val="000508C9"/>
    <w:rsid w:val="000512CA"/>
    <w:rsid w:val="000514DF"/>
    <w:rsid w:val="000517BA"/>
    <w:rsid w:val="000521FA"/>
    <w:rsid w:val="0005228B"/>
    <w:rsid w:val="000555F5"/>
    <w:rsid w:val="00067632"/>
    <w:rsid w:val="00077E2F"/>
    <w:rsid w:val="00087B1F"/>
    <w:rsid w:val="000903B7"/>
    <w:rsid w:val="000945BE"/>
    <w:rsid w:val="000952A8"/>
    <w:rsid w:val="000952E8"/>
    <w:rsid w:val="00095B31"/>
    <w:rsid w:val="000A0EA2"/>
    <w:rsid w:val="000A2F13"/>
    <w:rsid w:val="000A4BA4"/>
    <w:rsid w:val="000A6D7E"/>
    <w:rsid w:val="000A6E3B"/>
    <w:rsid w:val="000B5222"/>
    <w:rsid w:val="000B6CB3"/>
    <w:rsid w:val="000B7435"/>
    <w:rsid w:val="000C18F7"/>
    <w:rsid w:val="000C2375"/>
    <w:rsid w:val="000C3744"/>
    <w:rsid w:val="000C67B4"/>
    <w:rsid w:val="000C6898"/>
    <w:rsid w:val="000D162E"/>
    <w:rsid w:val="000D191A"/>
    <w:rsid w:val="000D29DA"/>
    <w:rsid w:val="000D3744"/>
    <w:rsid w:val="000D5826"/>
    <w:rsid w:val="000D7C81"/>
    <w:rsid w:val="000E0CD3"/>
    <w:rsid w:val="000E14A6"/>
    <w:rsid w:val="000E4355"/>
    <w:rsid w:val="000E458B"/>
    <w:rsid w:val="000E5132"/>
    <w:rsid w:val="000F19FD"/>
    <w:rsid w:val="000F5B4D"/>
    <w:rsid w:val="000F6118"/>
    <w:rsid w:val="000F698A"/>
    <w:rsid w:val="000F6FEE"/>
    <w:rsid w:val="000F768B"/>
    <w:rsid w:val="00101074"/>
    <w:rsid w:val="00101193"/>
    <w:rsid w:val="001023A7"/>
    <w:rsid w:val="00102405"/>
    <w:rsid w:val="0010473F"/>
    <w:rsid w:val="00107838"/>
    <w:rsid w:val="0011472E"/>
    <w:rsid w:val="001218DC"/>
    <w:rsid w:val="00125BF5"/>
    <w:rsid w:val="001348E7"/>
    <w:rsid w:val="00134A02"/>
    <w:rsid w:val="00135838"/>
    <w:rsid w:val="001367A4"/>
    <w:rsid w:val="00142BAE"/>
    <w:rsid w:val="00144AC9"/>
    <w:rsid w:val="00146B1D"/>
    <w:rsid w:val="001515B6"/>
    <w:rsid w:val="00153E23"/>
    <w:rsid w:val="00154998"/>
    <w:rsid w:val="0015692A"/>
    <w:rsid w:val="00163ACB"/>
    <w:rsid w:val="00164491"/>
    <w:rsid w:val="00165C6D"/>
    <w:rsid w:val="00172377"/>
    <w:rsid w:val="00176E83"/>
    <w:rsid w:val="001771A0"/>
    <w:rsid w:val="001777A2"/>
    <w:rsid w:val="00177D22"/>
    <w:rsid w:val="001802D9"/>
    <w:rsid w:val="001810F2"/>
    <w:rsid w:val="00184DD2"/>
    <w:rsid w:val="00186E75"/>
    <w:rsid w:val="00192A27"/>
    <w:rsid w:val="00195EE1"/>
    <w:rsid w:val="00196E85"/>
    <w:rsid w:val="001A04D2"/>
    <w:rsid w:val="001A74C1"/>
    <w:rsid w:val="001B0F05"/>
    <w:rsid w:val="001B3177"/>
    <w:rsid w:val="001B41DE"/>
    <w:rsid w:val="001C5C54"/>
    <w:rsid w:val="001D33B4"/>
    <w:rsid w:val="001D384B"/>
    <w:rsid w:val="001D3EA2"/>
    <w:rsid w:val="001D49CC"/>
    <w:rsid w:val="001D6C23"/>
    <w:rsid w:val="001D7730"/>
    <w:rsid w:val="001D77A1"/>
    <w:rsid w:val="001E13FC"/>
    <w:rsid w:val="001E160D"/>
    <w:rsid w:val="001E2640"/>
    <w:rsid w:val="001E2667"/>
    <w:rsid w:val="001E31E8"/>
    <w:rsid w:val="001F18F3"/>
    <w:rsid w:val="001F3C65"/>
    <w:rsid w:val="001F5B85"/>
    <w:rsid w:val="001F6C0B"/>
    <w:rsid w:val="001F7CC3"/>
    <w:rsid w:val="00202389"/>
    <w:rsid w:val="0020436F"/>
    <w:rsid w:val="002051A0"/>
    <w:rsid w:val="00205CF5"/>
    <w:rsid w:val="00210047"/>
    <w:rsid w:val="00220BCC"/>
    <w:rsid w:val="002227B4"/>
    <w:rsid w:val="00225ADF"/>
    <w:rsid w:val="00225D25"/>
    <w:rsid w:val="00226CE6"/>
    <w:rsid w:val="0023075E"/>
    <w:rsid w:val="00231374"/>
    <w:rsid w:val="002465B2"/>
    <w:rsid w:val="002563D3"/>
    <w:rsid w:val="0025767E"/>
    <w:rsid w:val="00257DCA"/>
    <w:rsid w:val="00260981"/>
    <w:rsid w:val="002623CB"/>
    <w:rsid w:val="002748FF"/>
    <w:rsid w:val="00277240"/>
    <w:rsid w:val="00277BC9"/>
    <w:rsid w:val="00280E7C"/>
    <w:rsid w:val="00281C82"/>
    <w:rsid w:val="002823DB"/>
    <w:rsid w:val="00282434"/>
    <w:rsid w:val="002871DC"/>
    <w:rsid w:val="0029000A"/>
    <w:rsid w:val="002941B1"/>
    <w:rsid w:val="00295388"/>
    <w:rsid w:val="00295E20"/>
    <w:rsid w:val="00296E24"/>
    <w:rsid w:val="002A030D"/>
    <w:rsid w:val="002A1FAF"/>
    <w:rsid w:val="002A5152"/>
    <w:rsid w:val="002A5507"/>
    <w:rsid w:val="002A64A1"/>
    <w:rsid w:val="002A7599"/>
    <w:rsid w:val="002B08C9"/>
    <w:rsid w:val="002B0D68"/>
    <w:rsid w:val="002C38F1"/>
    <w:rsid w:val="002C7772"/>
    <w:rsid w:val="002C7986"/>
    <w:rsid w:val="002C7BD7"/>
    <w:rsid w:val="002D1761"/>
    <w:rsid w:val="002E0227"/>
    <w:rsid w:val="002E3F4B"/>
    <w:rsid w:val="002E4CEF"/>
    <w:rsid w:val="002E4D44"/>
    <w:rsid w:val="002E4FE7"/>
    <w:rsid w:val="002E507D"/>
    <w:rsid w:val="002E69B8"/>
    <w:rsid w:val="002E7F45"/>
    <w:rsid w:val="002E7F63"/>
    <w:rsid w:val="002F1B53"/>
    <w:rsid w:val="002F61AA"/>
    <w:rsid w:val="0030320B"/>
    <w:rsid w:val="00305F79"/>
    <w:rsid w:val="00307091"/>
    <w:rsid w:val="00310470"/>
    <w:rsid w:val="0031171F"/>
    <w:rsid w:val="003121FE"/>
    <w:rsid w:val="0031352E"/>
    <w:rsid w:val="00322DCB"/>
    <w:rsid w:val="00326D8B"/>
    <w:rsid w:val="00331D61"/>
    <w:rsid w:val="003324D4"/>
    <w:rsid w:val="0033279D"/>
    <w:rsid w:val="00333D6C"/>
    <w:rsid w:val="0034090F"/>
    <w:rsid w:val="00344AB9"/>
    <w:rsid w:val="00347E6C"/>
    <w:rsid w:val="0035076F"/>
    <w:rsid w:val="00351FD6"/>
    <w:rsid w:val="003525D4"/>
    <w:rsid w:val="00356CBF"/>
    <w:rsid w:val="00357F6A"/>
    <w:rsid w:val="00363462"/>
    <w:rsid w:val="00363B3A"/>
    <w:rsid w:val="003653EE"/>
    <w:rsid w:val="003727DB"/>
    <w:rsid w:val="00376EB6"/>
    <w:rsid w:val="00377750"/>
    <w:rsid w:val="00381DA4"/>
    <w:rsid w:val="00383CEE"/>
    <w:rsid w:val="003873F7"/>
    <w:rsid w:val="003925FB"/>
    <w:rsid w:val="00393E63"/>
    <w:rsid w:val="00394FEC"/>
    <w:rsid w:val="003A0F38"/>
    <w:rsid w:val="003A1FBB"/>
    <w:rsid w:val="003A2E16"/>
    <w:rsid w:val="003A3867"/>
    <w:rsid w:val="003A457B"/>
    <w:rsid w:val="003A79EE"/>
    <w:rsid w:val="003B1166"/>
    <w:rsid w:val="003B2F0E"/>
    <w:rsid w:val="003B3704"/>
    <w:rsid w:val="003B4095"/>
    <w:rsid w:val="003B4768"/>
    <w:rsid w:val="003C2716"/>
    <w:rsid w:val="003C3418"/>
    <w:rsid w:val="003C7C23"/>
    <w:rsid w:val="003D148E"/>
    <w:rsid w:val="003D1EB9"/>
    <w:rsid w:val="003D365F"/>
    <w:rsid w:val="003D3D12"/>
    <w:rsid w:val="003D5F4D"/>
    <w:rsid w:val="003D61C9"/>
    <w:rsid w:val="003D7E74"/>
    <w:rsid w:val="003E396B"/>
    <w:rsid w:val="003E4789"/>
    <w:rsid w:val="003E47D6"/>
    <w:rsid w:val="003E4A26"/>
    <w:rsid w:val="003E51EB"/>
    <w:rsid w:val="003E5BD9"/>
    <w:rsid w:val="003E707A"/>
    <w:rsid w:val="003F0498"/>
    <w:rsid w:val="003F2451"/>
    <w:rsid w:val="003F3D24"/>
    <w:rsid w:val="00401298"/>
    <w:rsid w:val="00405009"/>
    <w:rsid w:val="00405316"/>
    <w:rsid w:val="00412807"/>
    <w:rsid w:val="00413301"/>
    <w:rsid w:val="00414079"/>
    <w:rsid w:val="00416633"/>
    <w:rsid w:val="00417C2A"/>
    <w:rsid w:val="00420C0D"/>
    <w:rsid w:val="004215A2"/>
    <w:rsid w:val="0042603B"/>
    <w:rsid w:val="00426EB1"/>
    <w:rsid w:val="0043269A"/>
    <w:rsid w:val="00433339"/>
    <w:rsid w:val="00433ECD"/>
    <w:rsid w:val="00435D8A"/>
    <w:rsid w:val="0044039B"/>
    <w:rsid w:val="00440411"/>
    <w:rsid w:val="00442825"/>
    <w:rsid w:val="00443EA5"/>
    <w:rsid w:val="00445A05"/>
    <w:rsid w:val="00445E31"/>
    <w:rsid w:val="004513BD"/>
    <w:rsid w:val="0045153C"/>
    <w:rsid w:val="00453641"/>
    <w:rsid w:val="004540BC"/>
    <w:rsid w:val="00454194"/>
    <w:rsid w:val="00455827"/>
    <w:rsid w:val="0045644A"/>
    <w:rsid w:val="00457B4D"/>
    <w:rsid w:val="00460B99"/>
    <w:rsid w:val="0046147D"/>
    <w:rsid w:val="00461594"/>
    <w:rsid w:val="00463592"/>
    <w:rsid w:val="00465AA5"/>
    <w:rsid w:val="00473482"/>
    <w:rsid w:val="00473C40"/>
    <w:rsid w:val="00475EF9"/>
    <w:rsid w:val="0047736C"/>
    <w:rsid w:val="0048114D"/>
    <w:rsid w:val="00482263"/>
    <w:rsid w:val="00491763"/>
    <w:rsid w:val="00496386"/>
    <w:rsid w:val="004978A0"/>
    <w:rsid w:val="00497EBC"/>
    <w:rsid w:val="00497FCD"/>
    <w:rsid w:val="004A1DA2"/>
    <w:rsid w:val="004A6CCA"/>
    <w:rsid w:val="004B440E"/>
    <w:rsid w:val="004B5583"/>
    <w:rsid w:val="004B7FDC"/>
    <w:rsid w:val="004C331C"/>
    <w:rsid w:val="004C4FCB"/>
    <w:rsid w:val="004C53C7"/>
    <w:rsid w:val="004C545E"/>
    <w:rsid w:val="004D1FD6"/>
    <w:rsid w:val="004D5A3B"/>
    <w:rsid w:val="004E298A"/>
    <w:rsid w:val="004F0D10"/>
    <w:rsid w:val="004F5CBE"/>
    <w:rsid w:val="004F63A1"/>
    <w:rsid w:val="004F646E"/>
    <w:rsid w:val="005012E4"/>
    <w:rsid w:val="0050159D"/>
    <w:rsid w:val="0050177A"/>
    <w:rsid w:val="00502004"/>
    <w:rsid w:val="005033FC"/>
    <w:rsid w:val="00512B98"/>
    <w:rsid w:val="00517E56"/>
    <w:rsid w:val="005209FA"/>
    <w:rsid w:val="005216C0"/>
    <w:rsid w:val="0052179F"/>
    <w:rsid w:val="00521F70"/>
    <w:rsid w:val="00522291"/>
    <w:rsid w:val="00522B0E"/>
    <w:rsid w:val="0052330D"/>
    <w:rsid w:val="00523D27"/>
    <w:rsid w:val="00524524"/>
    <w:rsid w:val="0052679E"/>
    <w:rsid w:val="00526F26"/>
    <w:rsid w:val="0053138F"/>
    <w:rsid w:val="00531E83"/>
    <w:rsid w:val="00532459"/>
    <w:rsid w:val="00532E02"/>
    <w:rsid w:val="005354CD"/>
    <w:rsid w:val="0054536B"/>
    <w:rsid w:val="00554BF1"/>
    <w:rsid w:val="0055725E"/>
    <w:rsid w:val="005601EE"/>
    <w:rsid w:val="0056080F"/>
    <w:rsid w:val="00561BFC"/>
    <w:rsid w:val="005663D5"/>
    <w:rsid w:val="005678F4"/>
    <w:rsid w:val="00567E3A"/>
    <w:rsid w:val="00573DCA"/>
    <w:rsid w:val="005744CC"/>
    <w:rsid w:val="00575809"/>
    <w:rsid w:val="00576329"/>
    <w:rsid w:val="00576BE4"/>
    <w:rsid w:val="00577073"/>
    <w:rsid w:val="005809BD"/>
    <w:rsid w:val="00582A70"/>
    <w:rsid w:val="0058482D"/>
    <w:rsid w:val="0058753E"/>
    <w:rsid w:val="00593205"/>
    <w:rsid w:val="00595DCD"/>
    <w:rsid w:val="00596282"/>
    <w:rsid w:val="005963B7"/>
    <w:rsid w:val="00596D25"/>
    <w:rsid w:val="00597D9D"/>
    <w:rsid w:val="005A6C82"/>
    <w:rsid w:val="005B6D74"/>
    <w:rsid w:val="005B74C6"/>
    <w:rsid w:val="005C0517"/>
    <w:rsid w:val="005C145A"/>
    <w:rsid w:val="005C31DC"/>
    <w:rsid w:val="005D0231"/>
    <w:rsid w:val="005D0973"/>
    <w:rsid w:val="005D28F7"/>
    <w:rsid w:val="005D549E"/>
    <w:rsid w:val="005D6119"/>
    <w:rsid w:val="005D7827"/>
    <w:rsid w:val="005D7B17"/>
    <w:rsid w:val="005E0A33"/>
    <w:rsid w:val="005E168F"/>
    <w:rsid w:val="005E4C65"/>
    <w:rsid w:val="005E6628"/>
    <w:rsid w:val="005F50DE"/>
    <w:rsid w:val="005F657F"/>
    <w:rsid w:val="005F73C3"/>
    <w:rsid w:val="006003EB"/>
    <w:rsid w:val="0060176D"/>
    <w:rsid w:val="006077D1"/>
    <w:rsid w:val="006107D5"/>
    <w:rsid w:val="00610B92"/>
    <w:rsid w:val="00611B9F"/>
    <w:rsid w:val="006158D9"/>
    <w:rsid w:val="006179C4"/>
    <w:rsid w:val="00620845"/>
    <w:rsid w:val="006238AE"/>
    <w:rsid w:val="006249E4"/>
    <w:rsid w:val="00624D2C"/>
    <w:rsid w:val="00625FDC"/>
    <w:rsid w:val="0063024B"/>
    <w:rsid w:val="0063732F"/>
    <w:rsid w:val="0064027F"/>
    <w:rsid w:val="00645CD8"/>
    <w:rsid w:val="0064710F"/>
    <w:rsid w:val="006508CF"/>
    <w:rsid w:val="00650F8B"/>
    <w:rsid w:val="00651496"/>
    <w:rsid w:val="00655403"/>
    <w:rsid w:val="006571E1"/>
    <w:rsid w:val="00657789"/>
    <w:rsid w:val="006603EF"/>
    <w:rsid w:val="0066066D"/>
    <w:rsid w:val="00660A16"/>
    <w:rsid w:val="006678B5"/>
    <w:rsid w:val="00674AE8"/>
    <w:rsid w:val="00676BA7"/>
    <w:rsid w:val="00682446"/>
    <w:rsid w:val="00686448"/>
    <w:rsid w:val="00686919"/>
    <w:rsid w:val="006871C5"/>
    <w:rsid w:val="006910A3"/>
    <w:rsid w:val="00696545"/>
    <w:rsid w:val="006979A1"/>
    <w:rsid w:val="006A0765"/>
    <w:rsid w:val="006B00B7"/>
    <w:rsid w:val="006B2A3B"/>
    <w:rsid w:val="006B4018"/>
    <w:rsid w:val="006C24D2"/>
    <w:rsid w:val="006C2B6F"/>
    <w:rsid w:val="006C446E"/>
    <w:rsid w:val="006C4BC9"/>
    <w:rsid w:val="006C4F13"/>
    <w:rsid w:val="006C7F56"/>
    <w:rsid w:val="006D40FE"/>
    <w:rsid w:val="006E01F1"/>
    <w:rsid w:val="006E0BAB"/>
    <w:rsid w:val="006E4DF4"/>
    <w:rsid w:val="006E6A83"/>
    <w:rsid w:val="006E70FA"/>
    <w:rsid w:val="006E7DC2"/>
    <w:rsid w:val="006F5E90"/>
    <w:rsid w:val="007050B9"/>
    <w:rsid w:val="00710414"/>
    <w:rsid w:val="00711737"/>
    <w:rsid w:val="007171F6"/>
    <w:rsid w:val="0072612A"/>
    <w:rsid w:val="0072706A"/>
    <w:rsid w:val="00731261"/>
    <w:rsid w:val="00732A05"/>
    <w:rsid w:val="0073580B"/>
    <w:rsid w:val="00736337"/>
    <w:rsid w:val="00737A8C"/>
    <w:rsid w:val="00740FFE"/>
    <w:rsid w:val="00741A33"/>
    <w:rsid w:val="00742346"/>
    <w:rsid w:val="00750260"/>
    <w:rsid w:val="00752553"/>
    <w:rsid w:val="00752C63"/>
    <w:rsid w:val="00752E89"/>
    <w:rsid w:val="0075506C"/>
    <w:rsid w:val="00757926"/>
    <w:rsid w:val="00757C85"/>
    <w:rsid w:val="00763A4F"/>
    <w:rsid w:val="00773570"/>
    <w:rsid w:val="007742BB"/>
    <w:rsid w:val="00776071"/>
    <w:rsid w:val="007763A4"/>
    <w:rsid w:val="00776569"/>
    <w:rsid w:val="00793B09"/>
    <w:rsid w:val="00796BCD"/>
    <w:rsid w:val="007970D7"/>
    <w:rsid w:val="007A0697"/>
    <w:rsid w:val="007A1869"/>
    <w:rsid w:val="007A2632"/>
    <w:rsid w:val="007A27D7"/>
    <w:rsid w:val="007A4F11"/>
    <w:rsid w:val="007A5602"/>
    <w:rsid w:val="007A5BB3"/>
    <w:rsid w:val="007A67DC"/>
    <w:rsid w:val="007A7A31"/>
    <w:rsid w:val="007A7CB3"/>
    <w:rsid w:val="007B04F9"/>
    <w:rsid w:val="007B504F"/>
    <w:rsid w:val="007B5826"/>
    <w:rsid w:val="007B5AD2"/>
    <w:rsid w:val="007B60B8"/>
    <w:rsid w:val="007C35EF"/>
    <w:rsid w:val="007C3664"/>
    <w:rsid w:val="007C6099"/>
    <w:rsid w:val="007D1B82"/>
    <w:rsid w:val="007D7DC0"/>
    <w:rsid w:val="007E4656"/>
    <w:rsid w:val="007E4DE1"/>
    <w:rsid w:val="007E52C4"/>
    <w:rsid w:val="007E5C35"/>
    <w:rsid w:val="007F350C"/>
    <w:rsid w:val="007F6B5B"/>
    <w:rsid w:val="0080121E"/>
    <w:rsid w:val="008014EC"/>
    <w:rsid w:val="00812D18"/>
    <w:rsid w:val="00820578"/>
    <w:rsid w:val="008212F3"/>
    <w:rsid w:val="00821A4B"/>
    <w:rsid w:val="0082608C"/>
    <w:rsid w:val="00826C59"/>
    <w:rsid w:val="0083123D"/>
    <w:rsid w:val="0083653D"/>
    <w:rsid w:val="00837A00"/>
    <w:rsid w:val="00837ECA"/>
    <w:rsid w:val="008414C1"/>
    <w:rsid w:val="00844234"/>
    <w:rsid w:val="008442FF"/>
    <w:rsid w:val="00845D8D"/>
    <w:rsid w:val="0084658E"/>
    <w:rsid w:val="00850848"/>
    <w:rsid w:val="00854F4C"/>
    <w:rsid w:val="00856747"/>
    <w:rsid w:val="00861995"/>
    <w:rsid w:val="00861E59"/>
    <w:rsid w:val="008625A3"/>
    <w:rsid w:val="008629DD"/>
    <w:rsid w:val="00862B0D"/>
    <w:rsid w:val="0086395E"/>
    <w:rsid w:val="008665E8"/>
    <w:rsid w:val="00871699"/>
    <w:rsid w:val="008716ED"/>
    <w:rsid w:val="00871975"/>
    <w:rsid w:val="0087449E"/>
    <w:rsid w:val="00876AFB"/>
    <w:rsid w:val="008828BC"/>
    <w:rsid w:val="00883F12"/>
    <w:rsid w:val="008852D4"/>
    <w:rsid w:val="00885FF0"/>
    <w:rsid w:val="00891C91"/>
    <w:rsid w:val="00891F5A"/>
    <w:rsid w:val="008928F7"/>
    <w:rsid w:val="008A13CA"/>
    <w:rsid w:val="008A1EC3"/>
    <w:rsid w:val="008A3B73"/>
    <w:rsid w:val="008A40B5"/>
    <w:rsid w:val="008A4A80"/>
    <w:rsid w:val="008A63FF"/>
    <w:rsid w:val="008B1395"/>
    <w:rsid w:val="008B423B"/>
    <w:rsid w:val="008B463E"/>
    <w:rsid w:val="008C0671"/>
    <w:rsid w:val="008C7976"/>
    <w:rsid w:val="008E1856"/>
    <w:rsid w:val="008E3DA0"/>
    <w:rsid w:val="008E62F1"/>
    <w:rsid w:val="008F25A6"/>
    <w:rsid w:val="008F55C5"/>
    <w:rsid w:val="00901395"/>
    <w:rsid w:val="009033CE"/>
    <w:rsid w:val="00903DF9"/>
    <w:rsid w:val="009067DC"/>
    <w:rsid w:val="009069D4"/>
    <w:rsid w:val="00910253"/>
    <w:rsid w:val="0091028F"/>
    <w:rsid w:val="00911896"/>
    <w:rsid w:val="00912826"/>
    <w:rsid w:val="00912886"/>
    <w:rsid w:val="00914104"/>
    <w:rsid w:val="0092165C"/>
    <w:rsid w:val="00922B73"/>
    <w:rsid w:val="00923478"/>
    <w:rsid w:val="00924BC0"/>
    <w:rsid w:val="0092790B"/>
    <w:rsid w:val="00931EBD"/>
    <w:rsid w:val="00932259"/>
    <w:rsid w:val="009322C5"/>
    <w:rsid w:val="009377D6"/>
    <w:rsid w:val="00937A12"/>
    <w:rsid w:val="00940571"/>
    <w:rsid w:val="00943419"/>
    <w:rsid w:val="0095045A"/>
    <w:rsid w:val="009514CD"/>
    <w:rsid w:val="00952D93"/>
    <w:rsid w:val="0095465A"/>
    <w:rsid w:val="00957E60"/>
    <w:rsid w:val="0096162C"/>
    <w:rsid w:val="00961B01"/>
    <w:rsid w:val="00962F5A"/>
    <w:rsid w:val="009636C2"/>
    <w:rsid w:val="0096562E"/>
    <w:rsid w:val="00967E48"/>
    <w:rsid w:val="00970737"/>
    <w:rsid w:val="00980D0B"/>
    <w:rsid w:val="00982311"/>
    <w:rsid w:val="009824F9"/>
    <w:rsid w:val="0098253D"/>
    <w:rsid w:val="00984F34"/>
    <w:rsid w:val="00993558"/>
    <w:rsid w:val="009939F5"/>
    <w:rsid w:val="00997640"/>
    <w:rsid w:val="009A060D"/>
    <w:rsid w:val="009A1916"/>
    <w:rsid w:val="009A41B3"/>
    <w:rsid w:val="009A47AC"/>
    <w:rsid w:val="009A5785"/>
    <w:rsid w:val="009A6091"/>
    <w:rsid w:val="009A6C8D"/>
    <w:rsid w:val="009B0497"/>
    <w:rsid w:val="009B0F11"/>
    <w:rsid w:val="009C351A"/>
    <w:rsid w:val="009C3F36"/>
    <w:rsid w:val="009C41F0"/>
    <w:rsid w:val="009C784D"/>
    <w:rsid w:val="009D1E93"/>
    <w:rsid w:val="009D238F"/>
    <w:rsid w:val="009D750C"/>
    <w:rsid w:val="009E0724"/>
    <w:rsid w:val="009E13B1"/>
    <w:rsid w:val="009E1969"/>
    <w:rsid w:val="009E394E"/>
    <w:rsid w:val="009E3B1F"/>
    <w:rsid w:val="009E482E"/>
    <w:rsid w:val="009F16C0"/>
    <w:rsid w:val="009F16DC"/>
    <w:rsid w:val="009F50BE"/>
    <w:rsid w:val="009F5D38"/>
    <w:rsid w:val="009F6FFA"/>
    <w:rsid w:val="009F724D"/>
    <w:rsid w:val="00A008A5"/>
    <w:rsid w:val="00A03C2F"/>
    <w:rsid w:val="00A050C3"/>
    <w:rsid w:val="00A05EEE"/>
    <w:rsid w:val="00A11B36"/>
    <w:rsid w:val="00A133EE"/>
    <w:rsid w:val="00A15C3C"/>
    <w:rsid w:val="00A176C6"/>
    <w:rsid w:val="00A20C3D"/>
    <w:rsid w:val="00A26247"/>
    <w:rsid w:val="00A30B65"/>
    <w:rsid w:val="00A40E2B"/>
    <w:rsid w:val="00A456BA"/>
    <w:rsid w:val="00A46F7F"/>
    <w:rsid w:val="00A47E7F"/>
    <w:rsid w:val="00A51B37"/>
    <w:rsid w:val="00A51CF9"/>
    <w:rsid w:val="00A52611"/>
    <w:rsid w:val="00A548AE"/>
    <w:rsid w:val="00A5501E"/>
    <w:rsid w:val="00A55A09"/>
    <w:rsid w:val="00A616D5"/>
    <w:rsid w:val="00A66FDA"/>
    <w:rsid w:val="00A76800"/>
    <w:rsid w:val="00A808C4"/>
    <w:rsid w:val="00A821FA"/>
    <w:rsid w:val="00A8228C"/>
    <w:rsid w:val="00A844AF"/>
    <w:rsid w:val="00A9120A"/>
    <w:rsid w:val="00A917B5"/>
    <w:rsid w:val="00A92332"/>
    <w:rsid w:val="00A92342"/>
    <w:rsid w:val="00AA0309"/>
    <w:rsid w:val="00AA30DC"/>
    <w:rsid w:val="00AA5440"/>
    <w:rsid w:val="00AB072D"/>
    <w:rsid w:val="00AB23A3"/>
    <w:rsid w:val="00AB46E1"/>
    <w:rsid w:val="00AB4C77"/>
    <w:rsid w:val="00AB6252"/>
    <w:rsid w:val="00AB6B2F"/>
    <w:rsid w:val="00AC4703"/>
    <w:rsid w:val="00AC7C17"/>
    <w:rsid w:val="00AD2614"/>
    <w:rsid w:val="00AD2F80"/>
    <w:rsid w:val="00AD3573"/>
    <w:rsid w:val="00AD7CA8"/>
    <w:rsid w:val="00AE0E4E"/>
    <w:rsid w:val="00AE2B02"/>
    <w:rsid w:val="00AE410B"/>
    <w:rsid w:val="00AE6EB4"/>
    <w:rsid w:val="00AF03F7"/>
    <w:rsid w:val="00AF06BB"/>
    <w:rsid w:val="00AF06BD"/>
    <w:rsid w:val="00AF0794"/>
    <w:rsid w:val="00AF0A29"/>
    <w:rsid w:val="00AF0D86"/>
    <w:rsid w:val="00AF19C6"/>
    <w:rsid w:val="00AF794C"/>
    <w:rsid w:val="00B10B29"/>
    <w:rsid w:val="00B111D0"/>
    <w:rsid w:val="00B1199E"/>
    <w:rsid w:val="00B11FB1"/>
    <w:rsid w:val="00B1556C"/>
    <w:rsid w:val="00B15F96"/>
    <w:rsid w:val="00B16CB6"/>
    <w:rsid w:val="00B2120D"/>
    <w:rsid w:val="00B21FA3"/>
    <w:rsid w:val="00B2204F"/>
    <w:rsid w:val="00B244E2"/>
    <w:rsid w:val="00B27573"/>
    <w:rsid w:val="00B30BFC"/>
    <w:rsid w:val="00B30DAC"/>
    <w:rsid w:val="00B33C2C"/>
    <w:rsid w:val="00B34D81"/>
    <w:rsid w:val="00B351B1"/>
    <w:rsid w:val="00B40E37"/>
    <w:rsid w:val="00B422D3"/>
    <w:rsid w:val="00B4276F"/>
    <w:rsid w:val="00B42A80"/>
    <w:rsid w:val="00B43A6D"/>
    <w:rsid w:val="00B45405"/>
    <w:rsid w:val="00B46F83"/>
    <w:rsid w:val="00B4757E"/>
    <w:rsid w:val="00B50361"/>
    <w:rsid w:val="00B51E7F"/>
    <w:rsid w:val="00B547B4"/>
    <w:rsid w:val="00B656B4"/>
    <w:rsid w:val="00B72FE8"/>
    <w:rsid w:val="00B73327"/>
    <w:rsid w:val="00B74837"/>
    <w:rsid w:val="00B84DB8"/>
    <w:rsid w:val="00B85119"/>
    <w:rsid w:val="00B86AA2"/>
    <w:rsid w:val="00B86F31"/>
    <w:rsid w:val="00B87BBD"/>
    <w:rsid w:val="00B922C5"/>
    <w:rsid w:val="00B95FD1"/>
    <w:rsid w:val="00B96B9D"/>
    <w:rsid w:val="00B978D4"/>
    <w:rsid w:val="00B9790E"/>
    <w:rsid w:val="00BA4966"/>
    <w:rsid w:val="00BA49B6"/>
    <w:rsid w:val="00BB1DCA"/>
    <w:rsid w:val="00BB68A3"/>
    <w:rsid w:val="00BB7349"/>
    <w:rsid w:val="00BC0E93"/>
    <w:rsid w:val="00BC0FF8"/>
    <w:rsid w:val="00BC2E0C"/>
    <w:rsid w:val="00BC368B"/>
    <w:rsid w:val="00BC7DE4"/>
    <w:rsid w:val="00BD00AA"/>
    <w:rsid w:val="00BD2C12"/>
    <w:rsid w:val="00BD4121"/>
    <w:rsid w:val="00BD4A56"/>
    <w:rsid w:val="00BE2939"/>
    <w:rsid w:val="00BE2ABE"/>
    <w:rsid w:val="00BF2A3C"/>
    <w:rsid w:val="00BF35CE"/>
    <w:rsid w:val="00BF37BE"/>
    <w:rsid w:val="00BF3DAA"/>
    <w:rsid w:val="00BF4AAB"/>
    <w:rsid w:val="00BF6201"/>
    <w:rsid w:val="00BF7FAB"/>
    <w:rsid w:val="00C01859"/>
    <w:rsid w:val="00C04BBD"/>
    <w:rsid w:val="00C12632"/>
    <w:rsid w:val="00C17F8E"/>
    <w:rsid w:val="00C20711"/>
    <w:rsid w:val="00C21F0D"/>
    <w:rsid w:val="00C265A6"/>
    <w:rsid w:val="00C3301F"/>
    <w:rsid w:val="00C3307A"/>
    <w:rsid w:val="00C33B96"/>
    <w:rsid w:val="00C3439A"/>
    <w:rsid w:val="00C37730"/>
    <w:rsid w:val="00C426F1"/>
    <w:rsid w:val="00C42DE0"/>
    <w:rsid w:val="00C42EBE"/>
    <w:rsid w:val="00C54C35"/>
    <w:rsid w:val="00C55FD6"/>
    <w:rsid w:val="00C57FDB"/>
    <w:rsid w:val="00C613D7"/>
    <w:rsid w:val="00C61B3C"/>
    <w:rsid w:val="00C62801"/>
    <w:rsid w:val="00C63865"/>
    <w:rsid w:val="00C679C5"/>
    <w:rsid w:val="00C70B11"/>
    <w:rsid w:val="00C74BB9"/>
    <w:rsid w:val="00C75866"/>
    <w:rsid w:val="00C75F8A"/>
    <w:rsid w:val="00C76D43"/>
    <w:rsid w:val="00C81089"/>
    <w:rsid w:val="00C82913"/>
    <w:rsid w:val="00C83086"/>
    <w:rsid w:val="00C83FB9"/>
    <w:rsid w:val="00C92E3B"/>
    <w:rsid w:val="00C93234"/>
    <w:rsid w:val="00C93921"/>
    <w:rsid w:val="00CA06DA"/>
    <w:rsid w:val="00CA1E98"/>
    <w:rsid w:val="00CA3FF5"/>
    <w:rsid w:val="00CA4C41"/>
    <w:rsid w:val="00CA67B5"/>
    <w:rsid w:val="00CB63C5"/>
    <w:rsid w:val="00CB6547"/>
    <w:rsid w:val="00CB6810"/>
    <w:rsid w:val="00CB74BC"/>
    <w:rsid w:val="00CC59FF"/>
    <w:rsid w:val="00CC5B21"/>
    <w:rsid w:val="00CD05E1"/>
    <w:rsid w:val="00CD20D4"/>
    <w:rsid w:val="00CD235B"/>
    <w:rsid w:val="00CD4BAD"/>
    <w:rsid w:val="00CD4BD2"/>
    <w:rsid w:val="00CD628E"/>
    <w:rsid w:val="00CD779B"/>
    <w:rsid w:val="00CE239B"/>
    <w:rsid w:val="00CE3FD8"/>
    <w:rsid w:val="00CE4529"/>
    <w:rsid w:val="00CE6B4A"/>
    <w:rsid w:val="00CF1AC8"/>
    <w:rsid w:val="00CF3D78"/>
    <w:rsid w:val="00CF509F"/>
    <w:rsid w:val="00CF5827"/>
    <w:rsid w:val="00CF7245"/>
    <w:rsid w:val="00D010A4"/>
    <w:rsid w:val="00D04496"/>
    <w:rsid w:val="00D10043"/>
    <w:rsid w:val="00D10557"/>
    <w:rsid w:val="00D1278F"/>
    <w:rsid w:val="00D1638D"/>
    <w:rsid w:val="00D20E3A"/>
    <w:rsid w:val="00D21B90"/>
    <w:rsid w:val="00D227EC"/>
    <w:rsid w:val="00D25354"/>
    <w:rsid w:val="00D27F0B"/>
    <w:rsid w:val="00D34A1F"/>
    <w:rsid w:val="00D37DDD"/>
    <w:rsid w:val="00D41FAD"/>
    <w:rsid w:val="00D44A1B"/>
    <w:rsid w:val="00D60146"/>
    <w:rsid w:val="00D60B16"/>
    <w:rsid w:val="00D6522C"/>
    <w:rsid w:val="00D713CD"/>
    <w:rsid w:val="00D7377C"/>
    <w:rsid w:val="00D738ED"/>
    <w:rsid w:val="00D749B4"/>
    <w:rsid w:val="00D75051"/>
    <w:rsid w:val="00D76EFA"/>
    <w:rsid w:val="00D77503"/>
    <w:rsid w:val="00D816B3"/>
    <w:rsid w:val="00D823C6"/>
    <w:rsid w:val="00D851A4"/>
    <w:rsid w:val="00D90A0A"/>
    <w:rsid w:val="00D93302"/>
    <w:rsid w:val="00D945BC"/>
    <w:rsid w:val="00DA0E09"/>
    <w:rsid w:val="00DA33D1"/>
    <w:rsid w:val="00DA3A0D"/>
    <w:rsid w:val="00DB0233"/>
    <w:rsid w:val="00DB1A18"/>
    <w:rsid w:val="00DB1E56"/>
    <w:rsid w:val="00DB498D"/>
    <w:rsid w:val="00DB7B72"/>
    <w:rsid w:val="00DC67F2"/>
    <w:rsid w:val="00DD103A"/>
    <w:rsid w:val="00DD27C9"/>
    <w:rsid w:val="00DD2F9B"/>
    <w:rsid w:val="00DD4CF3"/>
    <w:rsid w:val="00DD51E8"/>
    <w:rsid w:val="00DE131D"/>
    <w:rsid w:val="00DE56FA"/>
    <w:rsid w:val="00DE5782"/>
    <w:rsid w:val="00DE6765"/>
    <w:rsid w:val="00DF040B"/>
    <w:rsid w:val="00DF28B1"/>
    <w:rsid w:val="00DF3B61"/>
    <w:rsid w:val="00DF4877"/>
    <w:rsid w:val="00DF65B8"/>
    <w:rsid w:val="00E00E73"/>
    <w:rsid w:val="00E013B9"/>
    <w:rsid w:val="00E016A0"/>
    <w:rsid w:val="00E11EBC"/>
    <w:rsid w:val="00E16D16"/>
    <w:rsid w:val="00E20751"/>
    <w:rsid w:val="00E2278F"/>
    <w:rsid w:val="00E22932"/>
    <w:rsid w:val="00E23D32"/>
    <w:rsid w:val="00E25DBC"/>
    <w:rsid w:val="00E318EC"/>
    <w:rsid w:val="00E31AFC"/>
    <w:rsid w:val="00E3594B"/>
    <w:rsid w:val="00E35B96"/>
    <w:rsid w:val="00E379D6"/>
    <w:rsid w:val="00E41034"/>
    <w:rsid w:val="00E422F5"/>
    <w:rsid w:val="00E423D5"/>
    <w:rsid w:val="00E43176"/>
    <w:rsid w:val="00E43293"/>
    <w:rsid w:val="00E4704F"/>
    <w:rsid w:val="00E51FE5"/>
    <w:rsid w:val="00E52044"/>
    <w:rsid w:val="00E530B1"/>
    <w:rsid w:val="00E57206"/>
    <w:rsid w:val="00E57CB8"/>
    <w:rsid w:val="00E66327"/>
    <w:rsid w:val="00E7687C"/>
    <w:rsid w:val="00E849D7"/>
    <w:rsid w:val="00E84F54"/>
    <w:rsid w:val="00E850A7"/>
    <w:rsid w:val="00E86053"/>
    <w:rsid w:val="00E8774C"/>
    <w:rsid w:val="00E91F58"/>
    <w:rsid w:val="00E95FEC"/>
    <w:rsid w:val="00EA159D"/>
    <w:rsid w:val="00EA5113"/>
    <w:rsid w:val="00EA69FE"/>
    <w:rsid w:val="00EB2400"/>
    <w:rsid w:val="00EB33CA"/>
    <w:rsid w:val="00EB6456"/>
    <w:rsid w:val="00EB65C2"/>
    <w:rsid w:val="00EC05BF"/>
    <w:rsid w:val="00EC3402"/>
    <w:rsid w:val="00EC528E"/>
    <w:rsid w:val="00EC5CD5"/>
    <w:rsid w:val="00ED1997"/>
    <w:rsid w:val="00ED3318"/>
    <w:rsid w:val="00ED5252"/>
    <w:rsid w:val="00ED6B39"/>
    <w:rsid w:val="00EE1FEA"/>
    <w:rsid w:val="00EE33A7"/>
    <w:rsid w:val="00EE3B55"/>
    <w:rsid w:val="00EE689D"/>
    <w:rsid w:val="00EE7A05"/>
    <w:rsid w:val="00EF2065"/>
    <w:rsid w:val="00EF3D9C"/>
    <w:rsid w:val="00F006A0"/>
    <w:rsid w:val="00F033FD"/>
    <w:rsid w:val="00F04A11"/>
    <w:rsid w:val="00F06E30"/>
    <w:rsid w:val="00F071E6"/>
    <w:rsid w:val="00F11B11"/>
    <w:rsid w:val="00F12CC3"/>
    <w:rsid w:val="00F13642"/>
    <w:rsid w:val="00F16D2D"/>
    <w:rsid w:val="00F2020D"/>
    <w:rsid w:val="00F20241"/>
    <w:rsid w:val="00F20871"/>
    <w:rsid w:val="00F2306A"/>
    <w:rsid w:val="00F231FE"/>
    <w:rsid w:val="00F2331B"/>
    <w:rsid w:val="00F2635C"/>
    <w:rsid w:val="00F30DD8"/>
    <w:rsid w:val="00F32302"/>
    <w:rsid w:val="00F34068"/>
    <w:rsid w:val="00F464F2"/>
    <w:rsid w:val="00F47ABA"/>
    <w:rsid w:val="00F501C1"/>
    <w:rsid w:val="00F50F00"/>
    <w:rsid w:val="00F5298B"/>
    <w:rsid w:val="00F54DD0"/>
    <w:rsid w:val="00F5721D"/>
    <w:rsid w:val="00F57F72"/>
    <w:rsid w:val="00F6040E"/>
    <w:rsid w:val="00F702EA"/>
    <w:rsid w:val="00F736F5"/>
    <w:rsid w:val="00F77ECE"/>
    <w:rsid w:val="00F81731"/>
    <w:rsid w:val="00F851DE"/>
    <w:rsid w:val="00F878CB"/>
    <w:rsid w:val="00F91151"/>
    <w:rsid w:val="00F92895"/>
    <w:rsid w:val="00F96067"/>
    <w:rsid w:val="00F96B9B"/>
    <w:rsid w:val="00F975A7"/>
    <w:rsid w:val="00F979A3"/>
    <w:rsid w:val="00FA00CF"/>
    <w:rsid w:val="00FA5BC3"/>
    <w:rsid w:val="00FA6873"/>
    <w:rsid w:val="00FA6A62"/>
    <w:rsid w:val="00FA755A"/>
    <w:rsid w:val="00FB3AC8"/>
    <w:rsid w:val="00FB57EC"/>
    <w:rsid w:val="00FB72C9"/>
    <w:rsid w:val="00FC0FBA"/>
    <w:rsid w:val="00FC22DC"/>
    <w:rsid w:val="00FC416E"/>
    <w:rsid w:val="00FD1208"/>
    <w:rsid w:val="00FD4C95"/>
    <w:rsid w:val="00FD518B"/>
    <w:rsid w:val="00FD528F"/>
    <w:rsid w:val="00FE0B40"/>
    <w:rsid w:val="00FE35E7"/>
    <w:rsid w:val="00FE62C6"/>
    <w:rsid w:val="00FF1EF8"/>
    <w:rsid w:val="00FF225E"/>
    <w:rsid w:val="00FF2E99"/>
    <w:rsid w:val="00FF52A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E20ED4-A772-4265-87CD-26A6BBAA5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4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1F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2DA28F6.dotm</Template>
  <TotalTime>5</TotalTime>
  <Pages>2</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Justice &amp; Equality</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geraghtyrt</dc:creator>
  <cp:keywords/>
  <dc:description/>
  <cp:lastModifiedBy>MoloneyMX</cp:lastModifiedBy>
  <cp:revision>3</cp:revision>
  <dcterms:created xsi:type="dcterms:W3CDTF">2017-02-15T14:43:00Z</dcterms:created>
  <dcterms:modified xsi:type="dcterms:W3CDTF">2017-02-15T14:47:00Z</dcterms:modified>
</cp:coreProperties>
</file>